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8C2" w:rsidRDefault="00CB2F03" w:rsidP="006E3EF7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CB2F03">
        <w:rPr>
          <w:b/>
        </w:rPr>
        <w:t>Professional Learning Communities</w:t>
      </w:r>
    </w:p>
    <w:p w:rsidR="00CB2F03" w:rsidRDefault="00CB2F03" w:rsidP="006E3EF7">
      <w:pPr>
        <w:spacing w:after="0" w:line="240" w:lineRule="auto"/>
        <w:rPr>
          <w:b/>
        </w:rPr>
      </w:pPr>
      <w:r>
        <w:rPr>
          <w:b/>
        </w:rPr>
        <w:t xml:space="preserve">Date </w:t>
      </w:r>
      <w:r w:rsidR="005A0EDF">
        <w:rPr>
          <w:b/>
        </w:rPr>
        <w:t>–</w:t>
      </w:r>
      <w:r>
        <w:rPr>
          <w:b/>
        </w:rPr>
        <w:t xml:space="preserve"> </w:t>
      </w:r>
      <w:r w:rsidR="000C7417">
        <w:rPr>
          <w:b/>
        </w:rPr>
        <w:t>1/23-1/24, 2013</w:t>
      </w:r>
    </w:p>
    <w:p w:rsidR="006E3EF7" w:rsidRDefault="006E3EF7" w:rsidP="006E3EF7">
      <w:pPr>
        <w:spacing w:after="0" w:line="240" w:lineRule="auto"/>
        <w:rPr>
          <w:b/>
        </w:rPr>
      </w:pPr>
    </w:p>
    <w:p w:rsidR="00CB2F03" w:rsidRPr="00CB2F03" w:rsidRDefault="00CB2F03" w:rsidP="006E3EF7">
      <w:pPr>
        <w:spacing w:after="0" w:line="240" w:lineRule="auto"/>
        <w:rPr>
          <w:b/>
        </w:rPr>
      </w:pPr>
      <w:r>
        <w:rPr>
          <w:b/>
        </w:rPr>
        <w:t xml:space="preserve">PLC Members </w:t>
      </w:r>
      <w:r w:rsidR="005A0EDF">
        <w:rPr>
          <w:b/>
        </w:rPr>
        <w:t>–</w:t>
      </w:r>
      <w:r>
        <w:rPr>
          <w:b/>
        </w:rPr>
        <w:t xml:space="preserve"> </w:t>
      </w:r>
      <w:r w:rsidR="000C7417">
        <w:rPr>
          <w:b/>
        </w:rPr>
        <w:t>Kelly Anderson, Phil Cote, Todd Alexander</w:t>
      </w:r>
    </w:p>
    <w:p w:rsidR="006E3EF7" w:rsidRDefault="006E3EF7" w:rsidP="006E3EF7">
      <w:pPr>
        <w:spacing w:after="0" w:line="240" w:lineRule="auto"/>
        <w:rPr>
          <w:b/>
        </w:rPr>
      </w:pPr>
    </w:p>
    <w:p w:rsidR="006E3EF7" w:rsidRDefault="006E3EF7" w:rsidP="006E3EF7">
      <w:pPr>
        <w:spacing w:after="0" w:line="240" w:lineRule="auto"/>
        <w:rPr>
          <w:b/>
        </w:rPr>
      </w:pPr>
    </w:p>
    <w:p w:rsidR="006E3EF7" w:rsidRDefault="006E3EF7" w:rsidP="006E3EF7">
      <w:pPr>
        <w:spacing w:after="0" w:line="240" w:lineRule="auto"/>
        <w:rPr>
          <w:b/>
        </w:rPr>
      </w:pPr>
    </w:p>
    <w:p w:rsidR="00CB2F03" w:rsidRPr="006E3EF7" w:rsidRDefault="00CB2F03" w:rsidP="006E3EF7">
      <w:pPr>
        <w:spacing w:after="0" w:line="240" w:lineRule="auto"/>
      </w:pPr>
      <w:r w:rsidRPr="00CB2F03">
        <w:rPr>
          <w:b/>
        </w:rPr>
        <w:t>Topic(s) Discussed:</w:t>
      </w:r>
      <w:r w:rsidR="006E3EF7">
        <w:tab/>
      </w:r>
    </w:p>
    <w:p w:rsidR="006E3EF7" w:rsidRDefault="000C7417" w:rsidP="0044664B">
      <w:pPr>
        <w:pStyle w:val="ListParagraph"/>
        <w:numPr>
          <w:ilvl w:val="0"/>
          <w:numId w:val="1"/>
        </w:numPr>
        <w:spacing w:after="0" w:line="240" w:lineRule="auto"/>
      </w:pPr>
      <w:r>
        <w:t>Religion Project that will be completed in the library with Katie Miller</w:t>
      </w:r>
    </w:p>
    <w:p w:rsidR="006E3EF7" w:rsidRDefault="000C7417" w:rsidP="0044664B">
      <w:pPr>
        <w:pStyle w:val="ListParagraph"/>
        <w:numPr>
          <w:ilvl w:val="0"/>
          <w:numId w:val="1"/>
        </w:numPr>
        <w:spacing w:after="0" w:line="240" w:lineRule="auto"/>
      </w:pPr>
      <w:r>
        <w:t>Ideas for Chinese Invention activities (Commercial, Advertisement)</w:t>
      </w:r>
    </w:p>
    <w:p w:rsidR="0044664B" w:rsidRDefault="000C7417" w:rsidP="0044664B">
      <w:pPr>
        <w:pStyle w:val="ListParagraph"/>
        <w:numPr>
          <w:ilvl w:val="0"/>
          <w:numId w:val="1"/>
        </w:numPr>
        <w:spacing w:after="0" w:line="240" w:lineRule="auto"/>
      </w:pPr>
      <w:r>
        <w:t>Great Wall of China resources (online videos)</w:t>
      </w:r>
    </w:p>
    <w:p w:rsidR="000C7417" w:rsidRPr="006E3EF7" w:rsidRDefault="000C7417" w:rsidP="0044664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Common Assessment: China </w:t>
      </w:r>
    </w:p>
    <w:p w:rsidR="0044664B" w:rsidRDefault="0044664B" w:rsidP="006E3EF7">
      <w:pPr>
        <w:spacing w:after="0" w:line="240" w:lineRule="auto"/>
        <w:rPr>
          <w:b/>
        </w:rPr>
      </w:pPr>
    </w:p>
    <w:p w:rsidR="00CB2F03" w:rsidRDefault="000C7417" w:rsidP="006E3EF7">
      <w:pPr>
        <w:spacing w:after="0" w:line="240" w:lineRule="auto"/>
        <w:rPr>
          <w:b/>
        </w:rPr>
      </w:pPr>
      <w:r>
        <w:rPr>
          <w:b/>
        </w:rPr>
        <w:t>Concerns:</w:t>
      </w:r>
    </w:p>
    <w:p w:rsidR="000C7417" w:rsidRPr="000C7417" w:rsidRDefault="000C7417" w:rsidP="000C7417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Students turning in work; possible strategies for improvement</w:t>
      </w:r>
    </w:p>
    <w:p w:rsidR="00CB2F03" w:rsidRDefault="00CB2F03" w:rsidP="006E3EF7">
      <w:pPr>
        <w:spacing w:after="0" w:line="240" w:lineRule="auto"/>
        <w:rPr>
          <w:b/>
        </w:rPr>
      </w:pPr>
    </w:p>
    <w:p w:rsidR="00CB2F03" w:rsidRDefault="00CB2F03" w:rsidP="006E3EF7">
      <w:pPr>
        <w:spacing w:after="0" w:line="240" w:lineRule="auto"/>
        <w:rPr>
          <w:b/>
        </w:rPr>
      </w:pPr>
    </w:p>
    <w:p w:rsidR="00CB2F03" w:rsidRDefault="00CB2F03" w:rsidP="006E3EF7">
      <w:pPr>
        <w:spacing w:after="0" w:line="240" w:lineRule="auto"/>
        <w:rPr>
          <w:b/>
        </w:rPr>
      </w:pPr>
    </w:p>
    <w:p w:rsidR="00CB2F03" w:rsidRDefault="00CB2F03" w:rsidP="006E3EF7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</w:t>
      </w:r>
    </w:p>
    <w:p w:rsidR="00CB2F03" w:rsidRDefault="00A20D68" w:rsidP="006E3EF7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p w:rsidR="00CB2F03" w:rsidRPr="00CB2F03" w:rsidRDefault="00CB2F03" w:rsidP="006E3EF7">
      <w:pPr>
        <w:spacing w:after="0" w:line="240" w:lineRule="auto"/>
        <w:rPr>
          <w:b/>
        </w:rPr>
      </w:pPr>
    </w:p>
    <w:p w:rsidR="00CB2F03" w:rsidRDefault="00CB2F03" w:rsidP="006E3EF7">
      <w:pPr>
        <w:spacing w:after="0" w:line="240" w:lineRule="auto"/>
      </w:pPr>
    </w:p>
    <w:p w:rsidR="00CB2F03" w:rsidRDefault="00CB2F03" w:rsidP="006E3EF7">
      <w:pPr>
        <w:spacing w:after="0" w:line="240" w:lineRule="auto"/>
      </w:pPr>
    </w:p>
    <w:sectPr w:rsidR="00CB2F03" w:rsidSect="00A20D6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4C2" w:rsidRDefault="004074C2" w:rsidP="00CB2F03">
      <w:pPr>
        <w:spacing w:after="0" w:line="240" w:lineRule="auto"/>
      </w:pPr>
      <w:r>
        <w:separator/>
      </w:r>
    </w:p>
  </w:endnote>
  <w:endnote w:type="continuationSeparator" w:id="0">
    <w:p w:rsidR="004074C2" w:rsidRDefault="004074C2" w:rsidP="00CB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7376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74C2" w:rsidRDefault="004074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0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74C2" w:rsidRDefault="004074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4C2" w:rsidRDefault="004074C2" w:rsidP="00CB2F03">
      <w:pPr>
        <w:spacing w:after="0" w:line="240" w:lineRule="auto"/>
      </w:pPr>
      <w:r>
        <w:separator/>
      </w:r>
    </w:p>
  </w:footnote>
  <w:footnote w:type="continuationSeparator" w:id="0">
    <w:p w:rsidR="004074C2" w:rsidRDefault="004074C2" w:rsidP="00CB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05227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4074C2" w:rsidRDefault="004074C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0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74C2" w:rsidRDefault="004074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918AF"/>
    <w:multiLevelType w:val="hybridMultilevel"/>
    <w:tmpl w:val="6074A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A47A72"/>
    <w:multiLevelType w:val="hybridMultilevel"/>
    <w:tmpl w:val="8A0C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03"/>
    <w:rsid w:val="00027BAD"/>
    <w:rsid w:val="00077404"/>
    <w:rsid w:val="000C7417"/>
    <w:rsid w:val="000E64F3"/>
    <w:rsid w:val="001B4731"/>
    <w:rsid w:val="001D5749"/>
    <w:rsid w:val="0024109D"/>
    <w:rsid w:val="00323FE9"/>
    <w:rsid w:val="003F75FF"/>
    <w:rsid w:val="004074C2"/>
    <w:rsid w:val="0044664B"/>
    <w:rsid w:val="004D4502"/>
    <w:rsid w:val="00586E4C"/>
    <w:rsid w:val="005A0EDF"/>
    <w:rsid w:val="005A747A"/>
    <w:rsid w:val="006731A6"/>
    <w:rsid w:val="006838F6"/>
    <w:rsid w:val="006B1332"/>
    <w:rsid w:val="006E3EF7"/>
    <w:rsid w:val="006F7508"/>
    <w:rsid w:val="00713BA3"/>
    <w:rsid w:val="00743697"/>
    <w:rsid w:val="00772763"/>
    <w:rsid w:val="007B4D4B"/>
    <w:rsid w:val="00830891"/>
    <w:rsid w:val="008F5B1A"/>
    <w:rsid w:val="009032EE"/>
    <w:rsid w:val="00A20D68"/>
    <w:rsid w:val="00A31F76"/>
    <w:rsid w:val="00A678C2"/>
    <w:rsid w:val="00AD3440"/>
    <w:rsid w:val="00B017E9"/>
    <w:rsid w:val="00BF7C61"/>
    <w:rsid w:val="00C208FD"/>
    <w:rsid w:val="00CB2F03"/>
    <w:rsid w:val="00CC0266"/>
    <w:rsid w:val="00CD2A62"/>
    <w:rsid w:val="00D34926"/>
    <w:rsid w:val="00D54CB8"/>
    <w:rsid w:val="00DB732C"/>
    <w:rsid w:val="00DD4885"/>
    <w:rsid w:val="00FD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F03"/>
  </w:style>
  <w:style w:type="paragraph" w:styleId="Footer">
    <w:name w:val="footer"/>
    <w:basedOn w:val="Normal"/>
    <w:link w:val="FooterChar"/>
    <w:uiPriority w:val="99"/>
    <w:unhideWhenUsed/>
    <w:rsid w:val="00CB2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F03"/>
  </w:style>
  <w:style w:type="paragraph" w:styleId="ListParagraph">
    <w:name w:val="List Paragraph"/>
    <w:basedOn w:val="Normal"/>
    <w:uiPriority w:val="34"/>
    <w:qFormat/>
    <w:rsid w:val="00446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F03"/>
  </w:style>
  <w:style w:type="paragraph" w:styleId="Footer">
    <w:name w:val="footer"/>
    <w:basedOn w:val="Normal"/>
    <w:link w:val="FooterChar"/>
    <w:uiPriority w:val="99"/>
    <w:unhideWhenUsed/>
    <w:rsid w:val="00CB2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F03"/>
  </w:style>
  <w:style w:type="paragraph" w:styleId="ListParagraph">
    <w:name w:val="List Paragraph"/>
    <w:basedOn w:val="Normal"/>
    <w:uiPriority w:val="34"/>
    <w:qFormat/>
    <w:rsid w:val="00446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A27139F8</Template>
  <TotalTime>1</TotalTime>
  <Pages>1</Pages>
  <Words>70</Words>
  <Characters>402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Thomas VanArsdale</cp:lastModifiedBy>
  <cp:revision>2</cp:revision>
  <cp:lastPrinted>2012-12-13T11:23:00Z</cp:lastPrinted>
  <dcterms:created xsi:type="dcterms:W3CDTF">2013-01-29T16:56:00Z</dcterms:created>
  <dcterms:modified xsi:type="dcterms:W3CDTF">2013-01-29T16:56:00Z</dcterms:modified>
</cp:coreProperties>
</file>